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FE2D11" w14:textId="77777777" w:rsidR="009F1217" w:rsidRDefault="009F1217" w:rsidP="003F3B5A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18FE2D12" w14:textId="77777777" w:rsidR="004F41EB" w:rsidRDefault="004F41EB" w:rsidP="004F41EB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Certification standard report - Appendix</w:t>
      </w:r>
    </w:p>
    <w:p w14:paraId="18FE2D13" w14:textId="77777777" w:rsidR="00C468F5" w:rsidRDefault="00C468F5" w:rsidP="004F41EB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Land-based betting</w:t>
      </w:r>
    </w:p>
    <w:p w14:paraId="18FE2D14" w14:textId="4A558889" w:rsidR="00C468F5" w:rsidRDefault="00C468F5" w:rsidP="004F41EB">
      <w:pPr>
        <w:jc w:val="right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Testing standards - SCP.01.02.EN</w:t>
      </w:r>
      <w:bookmarkStart w:id="0" w:name="_GoBack"/>
      <w:bookmarkEnd w:id="0"/>
    </w:p>
    <w:p w14:paraId="18FE2D15" w14:textId="77777777" w:rsidR="00C468F5" w:rsidRDefault="00C468F5" w:rsidP="00C468F5">
      <w:pPr>
        <w:rPr>
          <w:rFonts w:ascii="Times New Roman" w:hAnsi="Times New Roman"/>
          <w:b/>
          <w:sz w:val="20"/>
          <w:szCs w:val="20"/>
          <w:lang w:val="en-US"/>
        </w:rPr>
      </w:pPr>
    </w:p>
    <w:p w14:paraId="18FE2D16" w14:textId="77777777" w:rsidR="00C468F5" w:rsidRDefault="004F41EB" w:rsidP="00C468F5">
      <w:pPr>
        <w:pBdr>
          <w:bottom w:val="single" w:sz="18" w:space="1" w:color="auto"/>
        </w:pBd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Appendix to s</w:t>
      </w:r>
      <w:r w:rsidR="00C468F5">
        <w:rPr>
          <w:rFonts w:ascii="Times New Roman" w:hAnsi="Times New Roman"/>
          <w:sz w:val="24"/>
          <w:szCs w:val="24"/>
          <w:lang w:val="en-US"/>
        </w:rPr>
        <w:t>tandard report for testing standards for land-based betting</w:t>
      </w: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3"/>
        <w:gridCol w:w="6852"/>
      </w:tblGrid>
      <w:tr w:rsidR="003F3B5A" w:rsidRPr="003F3B5A" w14:paraId="18FE2D1A" w14:textId="77777777" w:rsidTr="004C1189">
        <w:tc>
          <w:tcPr>
            <w:tcW w:w="1134" w:type="dxa"/>
          </w:tcPr>
          <w:p w14:paraId="18FE2D17" w14:textId="77777777" w:rsidR="003F3B5A" w:rsidRPr="003F3B5A" w:rsidRDefault="003D3AD2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Req.</w:t>
            </w:r>
          </w:p>
        </w:tc>
        <w:tc>
          <w:tcPr>
            <w:tcW w:w="1560" w:type="dxa"/>
          </w:tcPr>
          <w:p w14:paraId="18FE2D18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Req.</w:t>
            </w:r>
            <w:r w:rsidR="003F3B5A" w:rsidRPr="003F3B5A">
              <w:rPr>
                <w:rFonts w:ascii="Garamond" w:hAnsi="Garamond"/>
                <w:b/>
                <w:sz w:val="24"/>
                <w:szCs w:val="24"/>
              </w:rPr>
              <w:t xml:space="preserve"> status</w:t>
            </w:r>
          </w:p>
        </w:tc>
        <w:tc>
          <w:tcPr>
            <w:tcW w:w="6976" w:type="dxa"/>
          </w:tcPr>
          <w:p w14:paraId="18FE2D19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Comments</w:t>
            </w:r>
          </w:p>
        </w:tc>
      </w:tr>
      <w:tr w:rsidR="003F3B5A" w:rsidRPr="003F3B5A" w14:paraId="18FE2D1F" w14:textId="77777777" w:rsidTr="004C1189">
        <w:tc>
          <w:tcPr>
            <w:tcW w:w="1134" w:type="dxa"/>
          </w:tcPr>
          <w:p w14:paraId="18FE2D1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18FE2D1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8FE2D1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18FE2D1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18FE2D24" w14:textId="77777777" w:rsidTr="004C1189">
        <w:tc>
          <w:tcPr>
            <w:tcW w:w="1134" w:type="dxa"/>
          </w:tcPr>
          <w:p w14:paraId="18FE2D2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18FE2D2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8FE2D2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18FE2D2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18FE2D29" w14:textId="77777777" w:rsidTr="004C1189">
        <w:tc>
          <w:tcPr>
            <w:tcW w:w="1134" w:type="dxa"/>
          </w:tcPr>
          <w:p w14:paraId="18FE2D2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18FE2D2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8FE2D2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18FE2D2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18FE2D2E" w14:textId="77777777" w:rsidTr="004C1189">
        <w:tc>
          <w:tcPr>
            <w:tcW w:w="1134" w:type="dxa"/>
          </w:tcPr>
          <w:p w14:paraId="18FE2D2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18FE2D2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8FE2D2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18FE2D2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18FE2D33" w14:textId="77777777" w:rsidTr="004C1189">
        <w:tc>
          <w:tcPr>
            <w:tcW w:w="1134" w:type="dxa"/>
          </w:tcPr>
          <w:p w14:paraId="18FE2D2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18FE2D3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8FE2D3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18FE2D3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18FE2D38" w14:textId="77777777" w:rsidTr="004C1189">
        <w:tc>
          <w:tcPr>
            <w:tcW w:w="1134" w:type="dxa"/>
          </w:tcPr>
          <w:p w14:paraId="18FE2D3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18FE2D3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8FE2D3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18FE2D3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18FE2D3D" w14:textId="77777777" w:rsidTr="004C1189">
        <w:tc>
          <w:tcPr>
            <w:tcW w:w="1134" w:type="dxa"/>
          </w:tcPr>
          <w:p w14:paraId="18FE2D3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18FE2D3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8FE2D3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18FE2D3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18FE2D42" w14:textId="77777777" w:rsidTr="004C1189">
        <w:tc>
          <w:tcPr>
            <w:tcW w:w="1134" w:type="dxa"/>
          </w:tcPr>
          <w:p w14:paraId="18FE2D3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18FE2D3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8FE2D4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18FE2D4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18FE2D48" w14:textId="77777777" w:rsidTr="004C1189">
        <w:tc>
          <w:tcPr>
            <w:tcW w:w="1134" w:type="dxa"/>
          </w:tcPr>
          <w:p w14:paraId="18FE2D4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18FE2D4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8FE2D4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18FE2D4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18FE2D4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18FE2D4D" w14:textId="77777777" w:rsidTr="004C1189">
        <w:tc>
          <w:tcPr>
            <w:tcW w:w="1134" w:type="dxa"/>
          </w:tcPr>
          <w:p w14:paraId="18FE2D4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18FE2D4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8FE2D4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18FE2D4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18FE2D52" w14:textId="77777777" w:rsidTr="004C1189">
        <w:tc>
          <w:tcPr>
            <w:tcW w:w="1134" w:type="dxa"/>
          </w:tcPr>
          <w:p w14:paraId="18FE2D4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18FE2D4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8FE2D5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18FE2D5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18FE2D57" w14:textId="77777777" w:rsidTr="004C1189">
        <w:tc>
          <w:tcPr>
            <w:tcW w:w="1134" w:type="dxa"/>
          </w:tcPr>
          <w:p w14:paraId="18FE2D5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18FE2D5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8FE2D5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18FE2D5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18FE2D5C" w14:textId="77777777" w:rsidTr="004C1189">
        <w:tc>
          <w:tcPr>
            <w:tcW w:w="1134" w:type="dxa"/>
          </w:tcPr>
          <w:p w14:paraId="18FE2D5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18FE2D5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8FE2D5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18FE2D5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18FE2D61" w14:textId="77777777" w:rsidTr="004C1189">
        <w:tc>
          <w:tcPr>
            <w:tcW w:w="1134" w:type="dxa"/>
          </w:tcPr>
          <w:p w14:paraId="18FE2D5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18FE2D5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8FE2D5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18FE2D6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18FE2D66" w14:textId="77777777" w:rsidTr="004C1189">
        <w:tc>
          <w:tcPr>
            <w:tcW w:w="1134" w:type="dxa"/>
          </w:tcPr>
          <w:p w14:paraId="18FE2D6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18FE2D6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8FE2D6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18FE2D6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18FE2D6B" w14:textId="77777777" w:rsidTr="004C1189">
        <w:tc>
          <w:tcPr>
            <w:tcW w:w="1134" w:type="dxa"/>
          </w:tcPr>
          <w:p w14:paraId="18FE2D6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18FE2D6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8FE2D6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18FE2D6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18FE2D6C" w14:textId="77777777" w:rsidR="006B30A9" w:rsidRPr="00202ECA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202ECA" w:rsidSect="000E635B">
      <w:footerReference w:type="default" r:id="rId11"/>
      <w:headerReference w:type="first" r:id="rId12"/>
      <w:footerReference w:type="first" r:id="rId13"/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FE2D6F" w14:textId="77777777" w:rsidR="00D00D68" w:rsidRDefault="00D00D68" w:rsidP="009E4B94">
      <w:pPr>
        <w:spacing w:line="240" w:lineRule="auto"/>
      </w:pPr>
      <w:r>
        <w:separator/>
      </w:r>
    </w:p>
  </w:endnote>
  <w:endnote w:type="continuationSeparator" w:id="0">
    <w:p w14:paraId="18FE2D70" w14:textId="77777777" w:rsidR="00D00D68" w:rsidRDefault="00D00D68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E2D71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8FE2D74" wp14:editId="18FE2D75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FE2D7C" w14:textId="77777777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BAD88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 filled="f" stroked="f" strokeweight=".5pt">
              <v:textbox style="mso-fit-shape-to-text:t" inset="0,0,0,0">
                <w:txbxContent>
                  <w:p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18FE2D76" wp14:editId="18FE2D77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E2D73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18FE2D7A" wp14:editId="18FE2D7B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FE2D6D" w14:textId="77777777" w:rsidR="00D00D68" w:rsidRDefault="00D00D68" w:rsidP="009E4B94">
      <w:pPr>
        <w:spacing w:line="240" w:lineRule="auto"/>
      </w:pPr>
      <w:r>
        <w:separator/>
      </w:r>
    </w:p>
  </w:footnote>
  <w:footnote w:type="continuationSeparator" w:id="0">
    <w:p w14:paraId="18FE2D6E" w14:textId="77777777" w:rsidR="00D00D68" w:rsidRDefault="00D00D68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E2D72" w14:textId="77777777" w:rsidR="00E47932" w:rsidRDefault="00F24999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18FE2D78" wp14:editId="18FE2D79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79D1"/>
    <w:rsid w:val="001F374B"/>
    <w:rsid w:val="00202ECA"/>
    <w:rsid w:val="00203DE6"/>
    <w:rsid w:val="00207BEC"/>
    <w:rsid w:val="0022582F"/>
    <w:rsid w:val="00233D73"/>
    <w:rsid w:val="00243527"/>
    <w:rsid w:val="00244D70"/>
    <w:rsid w:val="00256B13"/>
    <w:rsid w:val="00264476"/>
    <w:rsid w:val="0026468A"/>
    <w:rsid w:val="00267514"/>
    <w:rsid w:val="00286EDF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D3AD2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4F41EB"/>
    <w:rsid w:val="00504882"/>
    <w:rsid w:val="0052041E"/>
    <w:rsid w:val="00530A82"/>
    <w:rsid w:val="0053662E"/>
    <w:rsid w:val="00546077"/>
    <w:rsid w:val="0055432A"/>
    <w:rsid w:val="00563829"/>
    <w:rsid w:val="005A28D4"/>
    <w:rsid w:val="005C5F97"/>
    <w:rsid w:val="005F1580"/>
    <w:rsid w:val="005F3493"/>
    <w:rsid w:val="005F3ED8"/>
    <w:rsid w:val="0061680F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4F99"/>
    <w:rsid w:val="008D5A02"/>
    <w:rsid w:val="008E2ECE"/>
    <w:rsid w:val="008E5A6D"/>
    <w:rsid w:val="008F32DF"/>
    <w:rsid w:val="008F4D20"/>
    <w:rsid w:val="008F6A9D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E4B94"/>
    <w:rsid w:val="009F1217"/>
    <w:rsid w:val="009F18F2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F0FDA"/>
    <w:rsid w:val="00C2782C"/>
    <w:rsid w:val="00C310A8"/>
    <w:rsid w:val="00C31791"/>
    <w:rsid w:val="00C3414E"/>
    <w:rsid w:val="00C455E6"/>
    <w:rsid w:val="00C468F5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0D68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FE2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9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kke valgt" ma:contentTypeID="0x0101008A15DAC483205443BBD3A53CB9AAD3981100D1732C8DBD787A4AB0B6DF4EA4968CB0" ma:contentTypeVersion="19" ma:contentTypeDescription="" ma:contentTypeScope="" ma:versionID="6fa52ff46f0a0790ed2889a50b7427a5">
  <xsd:schema xmlns:xsd="http://www.w3.org/2001/XMLSchema" xmlns:xs="http://www.w3.org/2001/XMLSchema" xmlns:p="http://schemas.microsoft.com/office/2006/metadata/properties" xmlns:ns2="b63ed618-bf3e-4954-a830-28dd24904e9e" xmlns:ns3="0ec4ba45-9d27-40ef-892e-bb0fb3b5584a" xmlns:ns4="a2e91a90-2021-4a92-9a86-3e9429d92af4" targetNamespace="http://schemas.microsoft.com/office/2006/metadata/properties" ma:root="true" ma:fieldsID="9d5db6ac1cbc5fc598a34d798e1b5b75" ns2:_="" ns3:_="" ns4:_="">
    <xsd:import namespace="b63ed618-bf3e-4954-a830-28dd24904e9e"/>
    <xsd:import namespace="0ec4ba45-9d27-40ef-892e-bb0fb3b5584a"/>
    <xsd:import namespace="a2e91a90-2021-4a92-9a86-3e9429d92af4"/>
    <xsd:element name="properties">
      <xsd:complexType>
        <xsd:sequence>
          <xsd:element name="documentManagement">
            <xsd:complexType>
              <xsd:all>
                <xsd:element ref="ns2:Captia_x0020_sagsnr." minOccurs="0"/>
                <xsd:element ref="ns3:_dlc_DocId" minOccurs="0"/>
                <xsd:element ref="ns3:_dlc_DocIdUrl" minOccurs="0"/>
                <xsd:element ref="ns3:_dlc_DocIdPersistId" minOccurs="0"/>
                <xsd:element ref="ns3:h5843e31abc14c938bdc6fcba08b5d90" minOccurs="0"/>
                <xsd:element ref="ns4:TaxCatchAll" minOccurs="0"/>
                <xsd:element ref="ns3:f9edf292ee8d42ffb76f0c420b474deb" minOccurs="0"/>
                <xsd:element ref="ns3:h8ddc40cd7ee446895ede096f7c524ce" minOccurs="0"/>
                <xsd:element ref="ns4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ed618-bf3e-4954-a830-28dd24904e9e" elementFormDefault="qualified">
    <xsd:import namespace="http://schemas.microsoft.com/office/2006/documentManagement/types"/>
    <xsd:import namespace="http://schemas.microsoft.com/office/infopath/2007/PartnerControls"/>
    <xsd:element name="Captia_x0020_sagsnr." ma:index="5" nillable="true" ma:displayName="Captia sagsnr." ma:description="Hvis der er oprettet en Captia sag, kan du skrive  sags nr. her." ma:internalName="Captia_x0020_sagsnr_x002e_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4ba45-9d27-40ef-892e-bb0fb3b558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Vedvarende id" ma:description="Behold id ved tilføjelse." ma:hidden="true" ma:internalName="_dlc_DocIdPersistId" ma:readOnly="false">
      <xsd:simpleType>
        <xsd:restriction base="dms:Boolean"/>
      </xsd:simpleType>
    </xsd:element>
    <xsd:element name="h5843e31abc14c938bdc6fcba08b5d90" ma:index="11" nillable="true" ma:taxonomy="true" ma:internalName="h5843e31abc14c938bdc6fcba08b5d90" ma:taxonomyFieldName="Emneomr_x00e5_de" ma:displayName="Emneområde" ma:readOnly="false" ma:fieldId="{15843e31-abc1-4c93-8bdc-6fcba08b5d90}" ma:sspId="a4e4bee2-05ff-4b1e-9ef6-afef04b863ba" ma:termSetId="cf70ea99-5df5-4851-9fab-c79b7eaf3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9edf292ee8d42ffb76f0c420b474deb" ma:index="13" nillable="true" ma:taxonomy="true" ma:internalName="f9edf292ee8d42ffb76f0c420b474deb" ma:taxonomyFieldName="Forretningsomr_x00e5_de" ma:displayName="Forretningsområde" ma:readOnly="false" ma:fieldId="{f9edf292-ee8d-42ff-b76f-0c420b474deb}" ma:sspId="a4e4bee2-05ff-4b1e-9ef6-afef04b863ba" ma:termSetId="a44dcef9-d303-40e2-8a3d-049018c9d5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8ddc40cd7ee446895ede096f7c524ce" ma:index="14" nillable="true" ma:taxonomy="true" ma:internalName="h8ddc40cd7ee446895ede096f7c524ce" ma:taxonomyFieldName="Spilomr_x00e5_de" ma:displayName="Spilområde" ma:readOnly="false" ma:fieldId="{18ddc40c-d7ee-4468-95ed-e096f7c524ce}" ma:sspId="a4e4bee2-05ff-4b1e-9ef6-afef04b863ba" ma:termSetId="a8ed1d29-9f78-40d3-a899-9cba96262eb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91a90-2021-4a92-9a86-3e9429d92af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8edbbc0-dafe-42f0-a1c4-fd8f8118296b}" ma:internalName="TaxCatchAll" ma:readOnly="false" ma:showField="CatchAllData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list="{e8edbbc0-dafe-42f0-a1c4-fd8f8118296b}" ma:internalName="TaxCatchAllLabel" ma:readOnly="false" ma:showField="CatchAllDataLabel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2" ma:contentTypeDescription="Opret et nyt dokument." ma:contentTypeScope="" ma:versionID="d89aad9528d5c498bd7708c093cd8eee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82dcec4b3d5f060f38862ac3ff6cea0c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4268CB-1462-40B4-B7FA-4EB6F1AD33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866FF5-2CDF-42A6-950B-CCA026E003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3ed618-bf3e-4954-a830-28dd24904e9e"/>
    <ds:schemaRef ds:uri="0ec4ba45-9d27-40ef-892e-bb0fb3b5584a"/>
    <ds:schemaRef ds:uri="a2e91a90-2021-4a92-9a86-3e9429d92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70E1AC-2362-4916-B3A5-166F200231E0}"/>
</file>

<file path=customXml/itemProps4.xml><?xml version="1.0" encoding="utf-8"?>
<ds:datastoreItem xmlns:ds="http://schemas.openxmlformats.org/officeDocument/2006/customXml" ds:itemID="{4E013FE3-1880-4548-AEA7-5537DDBB9383}">
  <ds:schemaRefs>
    <ds:schemaRef ds:uri="http://purl.org/dc/elements/1.1/"/>
    <ds:schemaRef ds:uri="http://purl.org/dc/terms/"/>
    <ds:schemaRef ds:uri="b63ed618-bf3e-4954-a830-28dd24904e9e"/>
    <ds:schemaRef ds:uri="http://purl.org/dc/dcmitype/"/>
    <ds:schemaRef ds:uri="http://schemas.microsoft.com/office/2006/documentManagement/types"/>
    <ds:schemaRef ds:uri="0ec4ba45-9d27-40ef-892e-bb0fb3b5584a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a2e91a90-2021-4a92-9a86-3e9429d92af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Notat.dotm</Template>
  <TotalTime>0</TotalTime>
  <Pages>1</Pages>
  <Words>39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Notat</vt:lpstr>
      <vt:lpstr>Notat</vt:lpstr>
    </vt:vector>
  </TitlesOfParts>
  <Company/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1</cp:revision>
  <dcterms:created xsi:type="dcterms:W3CDTF">2015-02-04T09:51:00Z</dcterms:created>
  <dcterms:modified xsi:type="dcterms:W3CDTF">2018-01-04T11:10:00Z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7427a1c9-cba9-478f-a2ea-fe4fe77f5145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